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D2" w:rsidRDefault="0014595B">
      <w:bookmarkStart w:id="0" w:name="_GoBack"/>
      <w:bookmarkEnd w:id="0"/>
      <w:r>
        <w:t xml:space="preserve">Admissions by Subfacility Report </w:t>
      </w:r>
    </w:p>
    <w:p w:rsidR="0014595B" w:rsidRDefault="0014595B">
      <w:r>
        <w:rPr>
          <w:noProof/>
        </w:rPr>
        <w:drawing>
          <wp:inline distT="0" distB="0" distL="0" distR="0" wp14:anchorId="7B08FE1C" wp14:editId="04DD2E60">
            <wp:extent cx="5943600" cy="3346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95B" w:rsidRDefault="0014595B"/>
    <w:p w:rsidR="0014595B" w:rsidRDefault="0014595B">
      <w:r>
        <w:t xml:space="preserve">Discharges by Subfacility Report </w:t>
      </w:r>
    </w:p>
    <w:p w:rsidR="0014595B" w:rsidRDefault="0014595B">
      <w:r>
        <w:rPr>
          <w:noProof/>
        </w:rPr>
        <w:drawing>
          <wp:inline distT="0" distB="0" distL="0" distR="0" wp14:anchorId="637969BE" wp14:editId="1E41B3B6">
            <wp:extent cx="5943600" cy="33464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5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5B"/>
    <w:rsid w:val="0014595B"/>
    <w:rsid w:val="00177530"/>
    <w:rsid w:val="003C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0F4B5-C6B3-4991-BE4D-5E8FD10E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5539A3AF-49A8-4EE1-A3C3-9425097EF82B}"/>
</file>

<file path=customXml/itemProps2.xml><?xml version="1.0" encoding="utf-8"?>
<ds:datastoreItem xmlns:ds="http://schemas.openxmlformats.org/officeDocument/2006/customXml" ds:itemID="{EECE24D7-F7F1-4F1F-88C1-53ABB66F2FA6}"/>
</file>

<file path=customXml/itemProps3.xml><?xml version="1.0" encoding="utf-8"?>
<ds:datastoreItem xmlns:ds="http://schemas.openxmlformats.org/officeDocument/2006/customXml" ds:itemID="{966A71E5-5333-4D6A-8264-75523AB614A2}"/>
</file>

<file path=docProps/app.xml><?xml version="1.0" encoding="utf-8"?>
<Properties xmlns="http://schemas.openxmlformats.org/officeDocument/2006/extended-properties" xmlns:vt="http://schemas.openxmlformats.org/officeDocument/2006/docPropsVTypes">
  <Template>AC8D5BD9</Template>
  <TotalTime>1</TotalTime>
  <Pages>1</Pages>
  <Words>10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Center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EOWENS</dc:creator>
  <cp:keywords/>
  <dc:description/>
  <cp:lastModifiedBy>ART FULLER</cp:lastModifiedBy>
  <cp:revision>2</cp:revision>
  <dcterms:created xsi:type="dcterms:W3CDTF">2020-07-13T12:17:00Z</dcterms:created>
  <dcterms:modified xsi:type="dcterms:W3CDTF">2020-07-13T12:17:00Z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187200</vt:r8>
  </property>
</Properties>
</file>